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C3A" w:rsidRDefault="00B86C3A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294.75pt;height:244.5pt;visibility:visible">
            <v:imagedata r:id="rId4" o:title=""/>
          </v:shape>
        </w:pict>
      </w:r>
    </w:p>
    <w:p w:rsidR="00B86C3A" w:rsidRDefault="00B86C3A"/>
    <w:p w:rsidR="00B86C3A" w:rsidRDefault="00B86C3A">
      <w:r>
        <w:rPr>
          <w:noProof/>
        </w:rPr>
        <w:pict>
          <v:shape id="图片 4" o:spid="_x0000_i1026" type="#_x0000_t75" style="width:300pt;height:132.75pt;visibility:visible">
            <v:imagedata r:id="rId5" o:title=""/>
          </v:shape>
        </w:pict>
      </w:r>
    </w:p>
    <w:p w:rsidR="00B86C3A" w:rsidRDefault="00B86C3A"/>
    <w:p w:rsidR="00B86C3A" w:rsidRDefault="00B86C3A">
      <w:pPr>
        <w:rPr>
          <w:noProof/>
        </w:rPr>
      </w:pPr>
      <w:r>
        <w:rPr>
          <w:noProof/>
        </w:rPr>
        <w:pict>
          <v:shape id="图片 7" o:spid="_x0000_i1027" type="#_x0000_t75" style="width:293.25pt;height:184.5pt;visibility:visible">
            <v:imagedata r:id="rId6" o:title=""/>
          </v:shape>
        </w:pict>
      </w:r>
    </w:p>
    <w:sectPr w:rsidR="00B86C3A" w:rsidSect="001237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7F4F"/>
    <w:rsid w:val="00032604"/>
    <w:rsid w:val="00062B08"/>
    <w:rsid w:val="001025AF"/>
    <w:rsid w:val="00117D4A"/>
    <w:rsid w:val="0012371D"/>
    <w:rsid w:val="001C100F"/>
    <w:rsid w:val="00297F4F"/>
    <w:rsid w:val="004C47FF"/>
    <w:rsid w:val="00571C30"/>
    <w:rsid w:val="007366E7"/>
    <w:rsid w:val="00840DB8"/>
    <w:rsid w:val="00883CC3"/>
    <w:rsid w:val="00922063"/>
    <w:rsid w:val="00AC6E86"/>
    <w:rsid w:val="00B86C3A"/>
    <w:rsid w:val="00BB6A49"/>
    <w:rsid w:val="00C95C0F"/>
    <w:rsid w:val="00CF328E"/>
    <w:rsid w:val="00D26742"/>
    <w:rsid w:val="00D93E58"/>
    <w:rsid w:val="00FC6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371D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97F4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97F4F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463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463742">
              <w:marLeft w:val="0"/>
              <w:marRight w:val="0"/>
              <w:marTop w:val="623"/>
              <w:marBottom w:val="62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</Words>
  <Characters>7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walkinnet</cp:lastModifiedBy>
  <cp:revision>4</cp:revision>
  <dcterms:created xsi:type="dcterms:W3CDTF">2014-09-02T02:07:00Z</dcterms:created>
  <dcterms:modified xsi:type="dcterms:W3CDTF">2014-09-16T02:18:00Z</dcterms:modified>
</cp:coreProperties>
</file>